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4C" w:rsidRDefault="00125DD3">
      <w:pPr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（征求意见稿）-修改专家签名表</w:t>
      </w:r>
    </w:p>
    <w:p w:rsidR="0047434C" w:rsidRDefault="0047434C"/>
    <w:p w:rsidR="0047434C" w:rsidRDefault="0047434C"/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4"/>
        <w:gridCol w:w="2092"/>
        <w:gridCol w:w="1522"/>
        <w:gridCol w:w="2067"/>
        <w:gridCol w:w="2574"/>
        <w:gridCol w:w="2690"/>
        <w:gridCol w:w="1965"/>
      </w:tblGrid>
      <w:tr w:rsidR="003D7BFB" w:rsidTr="003D7BFB">
        <w:trPr>
          <w:trHeight w:val="748"/>
          <w:jc w:val="right"/>
        </w:trPr>
        <w:tc>
          <w:tcPr>
            <w:tcW w:w="446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专家姓名</w:t>
            </w:r>
          </w:p>
        </w:tc>
        <w:tc>
          <w:tcPr>
            <w:tcW w:w="738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37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职称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职务</w:t>
            </w:r>
          </w:p>
        </w:tc>
        <w:tc>
          <w:tcPr>
            <w:tcW w:w="729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开户银行</w:t>
            </w:r>
          </w:p>
        </w:tc>
        <w:tc>
          <w:tcPr>
            <w:tcW w:w="908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  <w:tc>
          <w:tcPr>
            <w:tcW w:w="949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694" w:type="pct"/>
            <w:vAlign w:val="center"/>
          </w:tcPr>
          <w:p w:rsidR="003D7BFB" w:rsidRDefault="003D7BFB">
            <w:pPr>
              <w:jc w:val="center"/>
            </w:pPr>
            <w:r>
              <w:rPr>
                <w:rFonts w:hint="eastAsia"/>
              </w:rPr>
              <w:t>电话号码</w:t>
            </w:r>
          </w:p>
        </w:tc>
      </w:tr>
      <w:tr w:rsidR="003D7BFB" w:rsidTr="003D7BFB">
        <w:trPr>
          <w:trHeight w:val="748"/>
          <w:jc w:val="right"/>
        </w:trPr>
        <w:tc>
          <w:tcPr>
            <w:tcW w:w="446" w:type="pct"/>
          </w:tcPr>
          <w:p w:rsidR="003D7BFB" w:rsidRDefault="003D7BFB">
            <w:pPr>
              <w:jc w:val="center"/>
            </w:pPr>
          </w:p>
        </w:tc>
        <w:tc>
          <w:tcPr>
            <w:tcW w:w="738" w:type="pct"/>
          </w:tcPr>
          <w:p w:rsidR="003D7BFB" w:rsidRDefault="003D7BFB">
            <w:pPr>
              <w:jc w:val="center"/>
            </w:pPr>
          </w:p>
        </w:tc>
        <w:tc>
          <w:tcPr>
            <w:tcW w:w="537" w:type="pct"/>
          </w:tcPr>
          <w:p w:rsidR="003D7BFB" w:rsidRDefault="003D7BFB">
            <w:pPr>
              <w:jc w:val="center"/>
            </w:pPr>
          </w:p>
        </w:tc>
        <w:tc>
          <w:tcPr>
            <w:tcW w:w="729" w:type="pct"/>
          </w:tcPr>
          <w:p w:rsidR="003D7BFB" w:rsidRDefault="003D7BFB">
            <w:pPr>
              <w:jc w:val="center"/>
            </w:pPr>
          </w:p>
        </w:tc>
        <w:tc>
          <w:tcPr>
            <w:tcW w:w="908" w:type="pct"/>
          </w:tcPr>
          <w:p w:rsidR="003D7BFB" w:rsidRDefault="003D7BFB">
            <w:pPr>
              <w:jc w:val="center"/>
            </w:pPr>
          </w:p>
        </w:tc>
        <w:tc>
          <w:tcPr>
            <w:tcW w:w="949" w:type="pct"/>
          </w:tcPr>
          <w:p w:rsidR="003D7BFB" w:rsidRDefault="003D7BFB">
            <w:pPr>
              <w:jc w:val="center"/>
            </w:pPr>
          </w:p>
        </w:tc>
        <w:tc>
          <w:tcPr>
            <w:tcW w:w="694" w:type="pct"/>
          </w:tcPr>
          <w:p w:rsidR="003D7BFB" w:rsidRDefault="003D7BFB">
            <w:pPr>
              <w:jc w:val="center"/>
            </w:pPr>
          </w:p>
        </w:tc>
      </w:tr>
      <w:tr w:rsidR="003D7BFB" w:rsidTr="003D7BFB">
        <w:trPr>
          <w:trHeight w:val="712"/>
          <w:jc w:val="right"/>
        </w:trPr>
        <w:tc>
          <w:tcPr>
            <w:tcW w:w="446" w:type="pct"/>
          </w:tcPr>
          <w:p w:rsidR="003D7BFB" w:rsidRDefault="003D7BFB">
            <w:pPr>
              <w:jc w:val="center"/>
            </w:pPr>
          </w:p>
        </w:tc>
        <w:tc>
          <w:tcPr>
            <w:tcW w:w="738" w:type="pct"/>
          </w:tcPr>
          <w:p w:rsidR="003D7BFB" w:rsidRDefault="003D7BFB">
            <w:pPr>
              <w:jc w:val="center"/>
            </w:pPr>
          </w:p>
        </w:tc>
        <w:tc>
          <w:tcPr>
            <w:tcW w:w="537" w:type="pct"/>
          </w:tcPr>
          <w:p w:rsidR="003D7BFB" w:rsidRDefault="003D7BFB">
            <w:pPr>
              <w:jc w:val="center"/>
            </w:pPr>
          </w:p>
        </w:tc>
        <w:tc>
          <w:tcPr>
            <w:tcW w:w="729" w:type="pct"/>
          </w:tcPr>
          <w:p w:rsidR="003D7BFB" w:rsidRDefault="003D7BFB">
            <w:pPr>
              <w:jc w:val="center"/>
            </w:pPr>
          </w:p>
        </w:tc>
        <w:tc>
          <w:tcPr>
            <w:tcW w:w="908" w:type="pct"/>
          </w:tcPr>
          <w:p w:rsidR="003D7BFB" w:rsidRDefault="003D7BFB">
            <w:pPr>
              <w:jc w:val="center"/>
            </w:pPr>
          </w:p>
        </w:tc>
        <w:tc>
          <w:tcPr>
            <w:tcW w:w="949" w:type="pct"/>
          </w:tcPr>
          <w:p w:rsidR="003D7BFB" w:rsidRDefault="003D7BFB">
            <w:pPr>
              <w:jc w:val="center"/>
            </w:pPr>
          </w:p>
        </w:tc>
        <w:tc>
          <w:tcPr>
            <w:tcW w:w="694" w:type="pct"/>
          </w:tcPr>
          <w:p w:rsidR="003D7BFB" w:rsidRDefault="003D7BFB">
            <w:pPr>
              <w:jc w:val="center"/>
            </w:pPr>
          </w:p>
        </w:tc>
      </w:tr>
      <w:tr w:rsidR="003D7BFB" w:rsidTr="003D7BFB">
        <w:trPr>
          <w:trHeight w:val="748"/>
          <w:jc w:val="right"/>
        </w:trPr>
        <w:tc>
          <w:tcPr>
            <w:tcW w:w="446" w:type="pct"/>
          </w:tcPr>
          <w:p w:rsidR="003D7BFB" w:rsidRDefault="003D7BFB">
            <w:pPr>
              <w:jc w:val="center"/>
            </w:pPr>
          </w:p>
        </w:tc>
        <w:tc>
          <w:tcPr>
            <w:tcW w:w="738" w:type="pct"/>
          </w:tcPr>
          <w:p w:rsidR="003D7BFB" w:rsidRDefault="003D7BFB">
            <w:pPr>
              <w:jc w:val="center"/>
            </w:pPr>
          </w:p>
        </w:tc>
        <w:tc>
          <w:tcPr>
            <w:tcW w:w="537" w:type="pct"/>
          </w:tcPr>
          <w:p w:rsidR="003D7BFB" w:rsidRDefault="003D7BFB">
            <w:pPr>
              <w:jc w:val="center"/>
            </w:pPr>
          </w:p>
        </w:tc>
        <w:tc>
          <w:tcPr>
            <w:tcW w:w="729" w:type="pct"/>
          </w:tcPr>
          <w:p w:rsidR="003D7BFB" w:rsidRDefault="003D7BFB">
            <w:pPr>
              <w:jc w:val="center"/>
            </w:pPr>
          </w:p>
        </w:tc>
        <w:tc>
          <w:tcPr>
            <w:tcW w:w="908" w:type="pct"/>
          </w:tcPr>
          <w:p w:rsidR="003D7BFB" w:rsidRDefault="003D7BFB">
            <w:pPr>
              <w:jc w:val="center"/>
            </w:pPr>
          </w:p>
        </w:tc>
        <w:tc>
          <w:tcPr>
            <w:tcW w:w="949" w:type="pct"/>
          </w:tcPr>
          <w:p w:rsidR="003D7BFB" w:rsidRDefault="003D7BFB">
            <w:pPr>
              <w:jc w:val="center"/>
            </w:pPr>
          </w:p>
        </w:tc>
        <w:tc>
          <w:tcPr>
            <w:tcW w:w="694" w:type="pct"/>
          </w:tcPr>
          <w:p w:rsidR="003D7BFB" w:rsidRDefault="003D7BFB">
            <w:pPr>
              <w:jc w:val="center"/>
            </w:pPr>
          </w:p>
        </w:tc>
      </w:tr>
      <w:tr w:rsidR="003D7BFB" w:rsidTr="003D7BFB">
        <w:trPr>
          <w:trHeight w:val="748"/>
          <w:jc w:val="right"/>
        </w:trPr>
        <w:tc>
          <w:tcPr>
            <w:tcW w:w="446" w:type="pct"/>
          </w:tcPr>
          <w:p w:rsidR="003D7BFB" w:rsidRDefault="003D7BFB">
            <w:pPr>
              <w:jc w:val="center"/>
            </w:pPr>
          </w:p>
        </w:tc>
        <w:tc>
          <w:tcPr>
            <w:tcW w:w="738" w:type="pct"/>
          </w:tcPr>
          <w:p w:rsidR="003D7BFB" w:rsidRDefault="003D7BFB">
            <w:pPr>
              <w:jc w:val="center"/>
            </w:pPr>
          </w:p>
        </w:tc>
        <w:tc>
          <w:tcPr>
            <w:tcW w:w="537" w:type="pct"/>
          </w:tcPr>
          <w:p w:rsidR="003D7BFB" w:rsidRDefault="003D7BFB">
            <w:pPr>
              <w:jc w:val="center"/>
            </w:pPr>
          </w:p>
        </w:tc>
        <w:tc>
          <w:tcPr>
            <w:tcW w:w="729" w:type="pct"/>
          </w:tcPr>
          <w:p w:rsidR="003D7BFB" w:rsidRDefault="003D7BFB">
            <w:pPr>
              <w:jc w:val="center"/>
            </w:pPr>
          </w:p>
        </w:tc>
        <w:tc>
          <w:tcPr>
            <w:tcW w:w="908" w:type="pct"/>
          </w:tcPr>
          <w:p w:rsidR="003D7BFB" w:rsidRDefault="003D7BFB">
            <w:pPr>
              <w:jc w:val="center"/>
            </w:pPr>
          </w:p>
        </w:tc>
        <w:tc>
          <w:tcPr>
            <w:tcW w:w="949" w:type="pct"/>
          </w:tcPr>
          <w:p w:rsidR="003D7BFB" w:rsidRDefault="003D7BFB">
            <w:pPr>
              <w:jc w:val="center"/>
            </w:pPr>
          </w:p>
        </w:tc>
        <w:tc>
          <w:tcPr>
            <w:tcW w:w="694" w:type="pct"/>
          </w:tcPr>
          <w:p w:rsidR="003D7BFB" w:rsidRDefault="003D7BFB">
            <w:pPr>
              <w:jc w:val="center"/>
            </w:pPr>
          </w:p>
        </w:tc>
      </w:tr>
    </w:tbl>
    <w:p w:rsidR="0047434C" w:rsidRDefault="0047434C">
      <w:bookmarkStart w:id="0" w:name="_GoBack"/>
      <w:bookmarkEnd w:id="0"/>
    </w:p>
    <w:sectPr w:rsidR="0047434C" w:rsidSect="0047434C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DE2" w:rsidRDefault="00AA6DE2" w:rsidP="0047434C">
      <w:r>
        <w:separator/>
      </w:r>
    </w:p>
  </w:endnote>
  <w:endnote w:type="continuationSeparator" w:id="1">
    <w:p w:rsidR="00AA6DE2" w:rsidRDefault="00AA6DE2" w:rsidP="00474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DE2" w:rsidRDefault="00AA6DE2" w:rsidP="0047434C">
      <w:r>
        <w:separator/>
      </w:r>
    </w:p>
  </w:footnote>
  <w:footnote w:type="continuationSeparator" w:id="1">
    <w:p w:rsidR="00AA6DE2" w:rsidRDefault="00AA6DE2" w:rsidP="004743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4C" w:rsidRDefault="0047434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5C1A"/>
    <w:rsid w:val="00003A68"/>
    <w:rsid w:val="00003B51"/>
    <w:rsid w:val="000051C6"/>
    <w:rsid w:val="00005C1C"/>
    <w:rsid w:val="0001256A"/>
    <w:rsid w:val="0001549D"/>
    <w:rsid w:val="000213CA"/>
    <w:rsid w:val="00022045"/>
    <w:rsid w:val="00023269"/>
    <w:rsid w:val="00024B68"/>
    <w:rsid w:val="00025437"/>
    <w:rsid w:val="000256E0"/>
    <w:rsid w:val="0002743C"/>
    <w:rsid w:val="000277B4"/>
    <w:rsid w:val="00027954"/>
    <w:rsid w:val="00035453"/>
    <w:rsid w:val="00043FB6"/>
    <w:rsid w:val="0004417C"/>
    <w:rsid w:val="0004731E"/>
    <w:rsid w:val="00050EA9"/>
    <w:rsid w:val="00055D2C"/>
    <w:rsid w:val="000560E6"/>
    <w:rsid w:val="00056B44"/>
    <w:rsid w:val="000577ED"/>
    <w:rsid w:val="00060564"/>
    <w:rsid w:val="00065738"/>
    <w:rsid w:val="00067A19"/>
    <w:rsid w:val="00072826"/>
    <w:rsid w:val="00081A1A"/>
    <w:rsid w:val="000835AB"/>
    <w:rsid w:val="000843B2"/>
    <w:rsid w:val="0009505F"/>
    <w:rsid w:val="000A1DF5"/>
    <w:rsid w:val="000A2F55"/>
    <w:rsid w:val="000A5C69"/>
    <w:rsid w:val="000A724A"/>
    <w:rsid w:val="000B6014"/>
    <w:rsid w:val="000B7590"/>
    <w:rsid w:val="000C1ABF"/>
    <w:rsid w:val="000D6CC7"/>
    <w:rsid w:val="000E09C7"/>
    <w:rsid w:val="000E0B56"/>
    <w:rsid w:val="000E0F2B"/>
    <w:rsid w:val="000E4268"/>
    <w:rsid w:val="000F6216"/>
    <w:rsid w:val="000F71FE"/>
    <w:rsid w:val="001003AE"/>
    <w:rsid w:val="00104281"/>
    <w:rsid w:val="0010483B"/>
    <w:rsid w:val="00114FC2"/>
    <w:rsid w:val="0011507E"/>
    <w:rsid w:val="00117E7B"/>
    <w:rsid w:val="00123A04"/>
    <w:rsid w:val="00123EED"/>
    <w:rsid w:val="001252CC"/>
    <w:rsid w:val="00125DD3"/>
    <w:rsid w:val="00130F72"/>
    <w:rsid w:val="001323A7"/>
    <w:rsid w:val="00142AEA"/>
    <w:rsid w:val="00145DD0"/>
    <w:rsid w:val="001462B8"/>
    <w:rsid w:val="001470B7"/>
    <w:rsid w:val="00147FD7"/>
    <w:rsid w:val="001509C2"/>
    <w:rsid w:val="001526F0"/>
    <w:rsid w:val="00153774"/>
    <w:rsid w:val="00154EC0"/>
    <w:rsid w:val="001568F2"/>
    <w:rsid w:val="001644E3"/>
    <w:rsid w:val="00172093"/>
    <w:rsid w:val="00172596"/>
    <w:rsid w:val="001728AF"/>
    <w:rsid w:val="0018288E"/>
    <w:rsid w:val="00182C02"/>
    <w:rsid w:val="001846FA"/>
    <w:rsid w:val="001961D5"/>
    <w:rsid w:val="001A00F8"/>
    <w:rsid w:val="001A02A1"/>
    <w:rsid w:val="001A0736"/>
    <w:rsid w:val="001A34DA"/>
    <w:rsid w:val="001B0B23"/>
    <w:rsid w:val="001B178D"/>
    <w:rsid w:val="001B3BA6"/>
    <w:rsid w:val="001B66D4"/>
    <w:rsid w:val="001B7E89"/>
    <w:rsid w:val="001C1766"/>
    <w:rsid w:val="001C5D4D"/>
    <w:rsid w:val="001C656A"/>
    <w:rsid w:val="001D1483"/>
    <w:rsid w:val="001D4722"/>
    <w:rsid w:val="001D62E5"/>
    <w:rsid w:val="001E1257"/>
    <w:rsid w:val="001E133D"/>
    <w:rsid w:val="001E6970"/>
    <w:rsid w:val="001F74D8"/>
    <w:rsid w:val="0020117C"/>
    <w:rsid w:val="00212BB9"/>
    <w:rsid w:val="00216384"/>
    <w:rsid w:val="00217618"/>
    <w:rsid w:val="00217E1A"/>
    <w:rsid w:val="00233BDA"/>
    <w:rsid w:val="0023736B"/>
    <w:rsid w:val="0024041F"/>
    <w:rsid w:val="00240A51"/>
    <w:rsid w:val="00243A8C"/>
    <w:rsid w:val="00246305"/>
    <w:rsid w:val="00247710"/>
    <w:rsid w:val="002500A6"/>
    <w:rsid w:val="002546E2"/>
    <w:rsid w:val="002554BF"/>
    <w:rsid w:val="0026327F"/>
    <w:rsid w:val="0027265D"/>
    <w:rsid w:val="00272A25"/>
    <w:rsid w:val="00273485"/>
    <w:rsid w:val="00273F70"/>
    <w:rsid w:val="00280484"/>
    <w:rsid w:val="00284C49"/>
    <w:rsid w:val="00287066"/>
    <w:rsid w:val="0029005E"/>
    <w:rsid w:val="00291993"/>
    <w:rsid w:val="00292935"/>
    <w:rsid w:val="00292EF6"/>
    <w:rsid w:val="002A04C6"/>
    <w:rsid w:val="002A0661"/>
    <w:rsid w:val="002A607B"/>
    <w:rsid w:val="002B156C"/>
    <w:rsid w:val="002B4B35"/>
    <w:rsid w:val="002B6246"/>
    <w:rsid w:val="002C3AB9"/>
    <w:rsid w:val="002D0102"/>
    <w:rsid w:val="002D0F95"/>
    <w:rsid w:val="002D20D6"/>
    <w:rsid w:val="002D3D45"/>
    <w:rsid w:val="002D3EDE"/>
    <w:rsid w:val="002D4A38"/>
    <w:rsid w:val="002E7C6B"/>
    <w:rsid w:val="002F319F"/>
    <w:rsid w:val="002F4152"/>
    <w:rsid w:val="002F41BD"/>
    <w:rsid w:val="002F4706"/>
    <w:rsid w:val="00305A5B"/>
    <w:rsid w:val="00310A28"/>
    <w:rsid w:val="00311134"/>
    <w:rsid w:val="0031157C"/>
    <w:rsid w:val="003137C2"/>
    <w:rsid w:val="00317D69"/>
    <w:rsid w:val="00321433"/>
    <w:rsid w:val="0032386D"/>
    <w:rsid w:val="003264DE"/>
    <w:rsid w:val="00330BEC"/>
    <w:rsid w:val="0033143F"/>
    <w:rsid w:val="00341642"/>
    <w:rsid w:val="003507CE"/>
    <w:rsid w:val="00354AE9"/>
    <w:rsid w:val="00354D05"/>
    <w:rsid w:val="0035605C"/>
    <w:rsid w:val="0035703C"/>
    <w:rsid w:val="003601EE"/>
    <w:rsid w:val="00362BCD"/>
    <w:rsid w:val="003635EF"/>
    <w:rsid w:val="00363DE2"/>
    <w:rsid w:val="00364C68"/>
    <w:rsid w:val="0037052C"/>
    <w:rsid w:val="00372E6F"/>
    <w:rsid w:val="00384F47"/>
    <w:rsid w:val="00386271"/>
    <w:rsid w:val="003A20B5"/>
    <w:rsid w:val="003A3361"/>
    <w:rsid w:val="003A378E"/>
    <w:rsid w:val="003A395F"/>
    <w:rsid w:val="003A5BF2"/>
    <w:rsid w:val="003A61C2"/>
    <w:rsid w:val="003A71C7"/>
    <w:rsid w:val="003B0BE7"/>
    <w:rsid w:val="003B1330"/>
    <w:rsid w:val="003B4758"/>
    <w:rsid w:val="003B7B0C"/>
    <w:rsid w:val="003D162E"/>
    <w:rsid w:val="003D1655"/>
    <w:rsid w:val="003D3E8C"/>
    <w:rsid w:val="003D7BFB"/>
    <w:rsid w:val="003F0B0A"/>
    <w:rsid w:val="003F26CC"/>
    <w:rsid w:val="003F2E08"/>
    <w:rsid w:val="0040100B"/>
    <w:rsid w:val="00406BF1"/>
    <w:rsid w:val="00407C36"/>
    <w:rsid w:val="004127BF"/>
    <w:rsid w:val="00417B60"/>
    <w:rsid w:val="004209D7"/>
    <w:rsid w:val="00425E56"/>
    <w:rsid w:val="00425F0F"/>
    <w:rsid w:val="0042636E"/>
    <w:rsid w:val="00426696"/>
    <w:rsid w:val="00432F1E"/>
    <w:rsid w:val="00446653"/>
    <w:rsid w:val="00455FA3"/>
    <w:rsid w:val="00465138"/>
    <w:rsid w:val="00465C00"/>
    <w:rsid w:val="004703CE"/>
    <w:rsid w:val="00473274"/>
    <w:rsid w:val="0047434C"/>
    <w:rsid w:val="0047537C"/>
    <w:rsid w:val="004776E9"/>
    <w:rsid w:val="004830AA"/>
    <w:rsid w:val="004911D7"/>
    <w:rsid w:val="004950B1"/>
    <w:rsid w:val="004A1D2C"/>
    <w:rsid w:val="004A2279"/>
    <w:rsid w:val="004A502C"/>
    <w:rsid w:val="004A6160"/>
    <w:rsid w:val="004A61D8"/>
    <w:rsid w:val="004A7718"/>
    <w:rsid w:val="004B3C9B"/>
    <w:rsid w:val="004C11C8"/>
    <w:rsid w:val="004C1477"/>
    <w:rsid w:val="004D6D26"/>
    <w:rsid w:val="004E2FFE"/>
    <w:rsid w:val="004E326E"/>
    <w:rsid w:val="004E441E"/>
    <w:rsid w:val="004E6BB5"/>
    <w:rsid w:val="004F00DF"/>
    <w:rsid w:val="004F0644"/>
    <w:rsid w:val="004F0AF7"/>
    <w:rsid w:val="004F2FF3"/>
    <w:rsid w:val="004F3627"/>
    <w:rsid w:val="004F6C2A"/>
    <w:rsid w:val="0051013E"/>
    <w:rsid w:val="005145AA"/>
    <w:rsid w:val="00521502"/>
    <w:rsid w:val="00523353"/>
    <w:rsid w:val="00525B0B"/>
    <w:rsid w:val="00527CB2"/>
    <w:rsid w:val="00531812"/>
    <w:rsid w:val="00532A97"/>
    <w:rsid w:val="005334F8"/>
    <w:rsid w:val="00533FAB"/>
    <w:rsid w:val="00534DA2"/>
    <w:rsid w:val="00545343"/>
    <w:rsid w:val="005516D5"/>
    <w:rsid w:val="00551E3F"/>
    <w:rsid w:val="005534C4"/>
    <w:rsid w:val="0055419A"/>
    <w:rsid w:val="00564D2A"/>
    <w:rsid w:val="00567FB7"/>
    <w:rsid w:val="005726F3"/>
    <w:rsid w:val="00574284"/>
    <w:rsid w:val="005767BB"/>
    <w:rsid w:val="00576B41"/>
    <w:rsid w:val="00577D33"/>
    <w:rsid w:val="00584B1C"/>
    <w:rsid w:val="00587C3C"/>
    <w:rsid w:val="00593B6B"/>
    <w:rsid w:val="00593DF3"/>
    <w:rsid w:val="00595F75"/>
    <w:rsid w:val="005A4D69"/>
    <w:rsid w:val="005A79C7"/>
    <w:rsid w:val="005B6D99"/>
    <w:rsid w:val="005C0810"/>
    <w:rsid w:val="005C0E7B"/>
    <w:rsid w:val="005C4262"/>
    <w:rsid w:val="005D2B35"/>
    <w:rsid w:val="005D2F35"/>
    <w:rsid w:val="005D4199"/>
    <w:rsid w:val="005D59E9"/>
    <w:rsid w:val="005D74FB"/>
    <w:rsid w:val="005E791B"/>
    <w:rsid w:val="005E7D1C"/>
    <w:rsid w:val="005F1133"/>
    <w:rsid w:val="005F452A"/>
    <w:rsid w:val="005F6892"/>
    <w:rsid w:val="006019CB"/>
    <w:rsid w:val="00602017"/>
    <w:rsid w:val="00602552"/>
    <w:rsid w:val="006071B0"/>
    <w:rsid w:val="00611B4C"/>
    <w:rsid w:val="00616973"/>
    <w:rsid w:val="00616DD8"/>
    <w:rsid w:val="006175E6"/>
    <w:rsid w:val="0062731B"/>
    <w:rsid w:val="0063044F"/>
    <w:rsid w:val="00632DFE"/>
    <w:rsid w:val="00634E77"/>
    <w:rsid w:val="00635C84"/>
    <w:rsid w:val="00641903"/>
    <w:rsid w:val="00645C07"/>
    <w:rsid w:val="0064718F"/>
    <w:rsid w:val="00647D24"/>
    <w:rsid w:val="00650CCA"/>
    <w:rsid w:val="00652685"/>
    <w:rsid w:val="006615A3"/>
    <w:rsid w:val="00662F36"/>
    <w:rsid w:val="00664EB6"/>
    <w:rsid w:val="00667B50"/>
    <w:rsid w:val="0067030E"/>
    <w:rsid w:val="00671AAC"/>
    <w:rsid w:val="00673EE4"/>
    <w:rsid w:val="006759AE"/>
    <w:rsid w:val="00680FCD"/>
    <w:rsid w:val="006832CC"/>
    <w:rsid w:val="0069313F"/>
    <w:rsid w:val="00697074"/>
    <w:rsid w:val="006A0099"/>
    <w:rsid w:val="006A5C6E"/>
    <w:rsid w:val="006B15A1"/>
    <w:rsid w:val="006B4EC7"/>
    <w:rsid w:val="006C7B88"/>
    <w:rsid w:val="006D44C2"/>
    <w:rsid w:val="006D48CC"/>
    <w:rsid w:val="006D5673"/>
    <w:rsid w:val="0070182A"/>
    <w:rsid w:val="00711414"/>
    <w:rsid w:val="00713043"/>
    <w:rsid w:val="00717D2B"/>
    <w:rsid w:val="00720B3A"/>
    <w:rsid w:val="00720B59"/>
    <w:rsid w:val="00724431"/>
    <w:rsid w:val="007244D2"/>
    <w:rsid w:val="007253B6"/>
    <w:rsid w:val="00725EB5"/>
    <w:rsid w:val="00733294"/>
    <w:rsid w:val="007341B8"/>
    <w:rsid w:val="0073571E"/>
    <w:rsid w:val="00740748"/>
    <w:rsid w:val="00740960"/>
    <w:rsid w:val="00742DB5"/>
    <w:rsid w:val="0074662C"/>
    <w:rsid w:val="00746ECF"/>
    <w:rsid w:val="007606A7"/>
    <w:rsid w:val="0076278A"/>
    <w:rsid w:val="0076764E"/>
    <w:rsid w:val="00777391"/>
    <w:rsid w:val="007808AF"/>
    <w:rsid w:val="007928C0"/>
    <w:rsid w:val="00795A16"/>
    <w:rsid w:val="007A4755"/>
    <w:rsid w:val="007B53A8"/>
    <w:rsid w:val="007C0CA1"/>
    <w:rsid w:val="007C12DF"/>
    <w:rsid w:val="007C1BA9"/>
    <w:rsid w:val="007C7833"/>
    <w:rsid w:val="007C7B31"/>
    <w:rsid w:val="007D092A"/>
    <w:rsid w:val="007D3823"/>
    <w:rsid w:val="007E07B7"/>
    <w:rsid w:val="007E1701"/>
    <w:rsid w:val="007E1BAA"/>
    <w:rsid w:val="007E3A6C"/>
    <w:rsid w:val="007E3F38"/>
    <w:rsid w:val="007F1DFE"/>
    <w:rsid w:val="007F26B7"/>
    <w:rsid w:val="007F2CFB"/>
    <w:rsid w:val="00807C25"/>
    <w:rsid w:val="00810BDA"/>
    <w:rsid w:val="00814398"/>
    <w:rsid w:val="00822D7D"/>
    <w:rsid w:val="00825494"/>
    <w:rsid w:val="008322AA"/>
    <w:rsid w:val="008349D2"/>
    <w:rsid w:val="00834F73"/>
    <w:rsid w:val="00837CA5"/>
    <w:rsid w:val="00842102"/>
    <w:rsid w:val="00842FD2"/>
    <w:rsid w:val="00846DEB"/>
    <w:rsid w:val="008471E3"/>
    <w:rsid w:val="00854355"/>
    <w:rsid w:val="00862397"/>
    <w:rsid w:val="00870982"/>
    <w:rsid w:val="0089502B"/>
    <w:rsid w:val="008A2BF1"/>
    <w:rsid w:val="008A4ACF"/>
    <w:rsid w:val="008A4D76"/>
    <w:rsid w:val="008A5447"/>
    <w:rsid w:val="008C22F8"/>
    <w:rsid w:val="008C3B35"/>
    <w:rsid w:val="008C50B8"/>
    <w:rsid w:val="008D2851"/>
    <w:rsid w:val="008D3F8F"/>
    <w:rsid w:val="008E2F88"/>
    <w:rsid w:val="008E4B9C"/>
    <w:rsid w:val="008E7793"/>
    <w:rsid w:val="008E77D2"/>
    <w:rsid w:val="008F6551"/>
    <w:rsid w:val="009015BA"/>
    <w:rsid w:val="0090184D"/>
    <w:rsid w:val="009042A6"/>
    <w:rsid w:val="0092201C"/>
    <w:rsid w:val="00922A0F"/>
    <w:rsid w:val="00934D73"/>
    <w:rsid w:val="00935424"/>
    <w:rsid w:val="0093575B"/>
    <w:rsid w:val="0094527C"/>
    <w:rsid w:val="00946BFF"/>
    <w:rsid w:val="00946ECF"/>
    <w:rsid w:val="00953300"/>
    <w:rsid w:val="00954CDB"/>
    <w:rsid w:val="00955E66"/>
    <w:rsid w:val="00957A0D"/>
    <w:rsid w:val="00957C2E"/>
    <w:rsid w:val="00962C04"/>
    <w:rsid w:val="0096315E"/>
    <w:rsid w:val="00963DDA"/>
    <w:rsid w:val="009748DF"/>
    <w:rsid w:val="00977637"/>
    <w:rsid w:val="0097769B"/>
    <w:rsid w:val="009802D9"/>
    <w:rsid w:val="00983993"/>
    <w:rsid w:val="009842DE"/>
    <w:rsid w:val="009904A2"/>
    <w:rsid w:val="00990E62"/>
    <w:rsid w:val="00991DC5"/>
    <w:rsid w:val="00993666"/>
    <w:rsid w:val="00995ED5"/>
    <w:rsid w:val="009A0E75"/>
    <w:rsid w:val="009A2359"/>
    <w:rsid w:val="009A4DE9"/>
    <w:rsid w:val="009A7A44"/>
    <w:rsid w:val="009B4AC1"/>
    <w:rsid w:val="009B58CC"/>
    <w:rsid w:val="009B5D6B"/>
    <w:rsid w:val="009C08A6"/>
    <w:rsid w:val="009C0947"/>
    <w:rsid w:val="009C1AEB"/>
    <w:rsid w:val="009C522A"/>
    <w:rsid w:val="009C7E0C"/>
    <w:rsid w:val="009E2CFB"/>
    <w:rsid w:val="009E505E"/>
    <w:rsid w:val="009F0309"/>
    <w:rsid w:val="009F0EA9"/>
    <w:rsid w:val="009F12E8"/>
    <w:rsid w:val="009F1BF4"/>
    <w:rsid w:val="009F468B"/>
    <w:rsid w:val="00A01BA8"/>
    <w:rsid w:val="00A01FC4"/>
    <w:rsid w:val="00A036FC"/>
    <w:rsid w:val="00A03AAA"/>
    <w:rsid w:val="00A03EA4"/>
    <w:rsid w:val="00A05FC8"/>
    <w:rsid w:val="00A1046D"/>
    <w:rsid w:val="00A125D2"/>
    <w:rsid w:val="00A14BA4"/>
    <w:rsid w:val="00A14E58"/>
    <w:rsid w:val="00A174DE"/>
    <w:rsid w:val="00A20274"/>
    <w:rsid w:val="00A2184E"/>
    <w:rsid w:val="00A23F30"/>
    <w:rsid w:val="00A24CD5"/>
    <w:rsid w:val="00A254E3"/>
    <w:rsid w:val="00A26856"/>
    <w:rsid w:val="00A32648"/>
    <w:rsid w:val="00A32D5F"/>
    <w:rsid w:val="00A34081"/>
    <w:rsid w:val="00A350A8"/>
    <w:rsid w:val="00A5199C"/>
    <w:rsid w:val="00A55AF6"/>
    <w:rsid w:val="00A66264"/>
    <w:rsid w:val="00A66A7E"/>
    <w:rsid w:val="00A7188F"/>
    <w:rsid w:val="00A74E3E"/>
    <w:rsid w:val="00A75C1A"/>
    <w:rsid w:val="00A77CAD"/>
    <w:rsid w:val="00A801AD"/>
    <w:rsid w:val="00A83794"/>
    <w:rsid w:val="00A919AB"/>
    <w:rsid w:val="00A94898"/>
    <w:rsid w:val="00A94B6A"/>
    <w:rsid w:val="00AA0352"/>
    <w:rsid w:val="00AA47BC"/>
    <w:rsid w:val="00AA4EBC"/>
    <w:rsid w:val="00AA6DE2"/>
    <w:rsid w:val="00AB019A"/>
    <w:rsid w:val="00AB2B47"/>
    <w:rsid w:val="00AB37EF"/>
    <w:rsid w:val="00AB6084"/>
    <w:rsid w:val="00AB7789"/>
    <w:rsid w:val="00AB781C"/>
    <w:rsid w:val="00AC1C7D"/>
    <w:rsid w:val="00AC401A"/>
    <w:rsid w:val="00AD1EDB"/>
    <w:rsid w:val="00AD202B"/>
    <w:rsid w:val="00AE2469"/>
    <w:rsid w:val="00AE5DD1"/>
    <w:rsid w:val="00AE734A"/>
    <w:rsid w:val="00AE7D8F"/>
    <w:rsid w:val="00AF056E"/>
    <w:rsid w:val="00AF1DC7"/>
    <w:rsid w:val="00AF4C36"/>
    <w:rsid w:val="00B00A66"/>
    <w:rsid w:val="00B108FF"/>
    <w:rsid w:val="00B11D47"/>
    <w:rsid w:val="00B23D77"/>
    <w:rsid w:val="00B24DA9"/>
    <w:rsid w:val="00B259CC"/>
    <w:rsid w:val="00B271E8"/>
    <w:rsid w:val="00B30840"/>
    <w:rsid w:val="00B35871"/>
    <w:rsid w:val="00B35BAA"/>
    <w:rsid w:val="00B368A3"/>
    <w:rsid w:val="00B4214D"/>
    <w:rsid w:val="00B5222C"/>
    <w:rsid w:val="00B53AC4"/>
    <w:rsid w:val="00B56103"/>
    <w:rsid w:val="00B57C0A"/>
    <w:rsid w:val="00B6621A"/>
    <w:rsid w:val="00B71622"/>
    <w:rsid w:val="00B7313D"/>
    <w:rsid w:val="00B75A05"/>
    <w:rsid w:val="00B8034C"/>
    <w:rsid w:val="00B80F4A"/>
    <w:rsid w:val="00B81DCB"/>
    <w:rsid w:val="00B832DA"/>
    <w:rsid w:val="00B87526"/>
    <w:rsid w:val="00B9192D"/>
    <w:rsid w:val="00B933D7"/>
    <w:rsid w:val="00B9570D"/>
    <w:rsid w:val="00BA09F9"/>
    <w:rsid w:val="00BA10B5"/>
    <w:rsid w:val="00BA6567"/>
    <w:rsid w:val="00BB452D"/>
    <w:rsid w:val="00BC02EF"/>
    <w:rsid w:val="00BC33F1"/>
    <w:rsid w:val="00BC79C2"/>
    <w:rsid w:val="00BD4D6B"/>
    <w:rsid w:val="00BD76BD"/>
    <w:rsid w:val="00BD76D2"/>
    <w:rsid w:val="00BF2D2C"/>
    <w:rsid w:val="00BF33EB"/>
    <w:rsid w:val="00BF78D3"/>
    <w:rsid w:val="00C00758"/>
    <w:rsid w:val="00C02FFB"/>
    <w:rsid w:val="00C0665D"/>
    <w:rsid w:val="00C10F3F"/>
    <w:rsid w:val="00C11528"/>
    <w:rsid w:val="00C12D92"/>
    <w:rsid w:val="00C14CE5"/>
    <w:rsid w:val="00C17431"/>
    <w:rsid w:val="00C21DEC"/>
    <w:rsid w:val="00C2210C"/>
    <w:rsid w:val="00C2784D"/>
    <w:rsid w:val="00C27FAA"/>
    <w:rsid w:val="00C30896"/>
    <w:rsid w:val="00C358A6"/>
    <w:rsid w:val="00C3621C"/>
    <w:rsid w:val="00C40735"/>
    <w:rsid w:val="00C41291"/>
    <w:rsid w:val="00C5039B"/>
    <w:rsid w:val="00C5745D"/>
    <w:rsid w:val="00C60870"/>
    <w:rsid w:val="00C64ABF"/>
    <w:rsid w:val="00C717C4"/>
    <w:rsid w:val="00C75BE0"/>
    <w:rsid w:val="00C8268B"/>
    <w:rsid w:val="00C841D0"/>
    <w:rsid w:val="00C94091"/>
    <w:rsid w:val="00CA4F8C"/>
    <w:rsid w:val="00CC1D7B"/>
    <w:rsid w:val="00CC2900"/>
    <w:rsid w:val="00CC42A3"/>
    <w:rsid w:val="00CC5448"/>
    <w:rsid w:val="00CD38D8"/>
    <w:rsid w:val="00CD3BFD"/>
    <w:rsid w:val="00CD46DD"/>
    <w:rsid w:val="00CE18B5"/>
    <w:rsid w:val="00CE2C4B"/>
    <w:rsid w:val="00CE497B"/>
    <w:rsid w:val="00CE7CF3"/>
    <w:rsid w:val="00CF35BF"/>
    <w:rsid w:val="00CF7BAE"/>
    <w:rsid w:val="00D00695"/>
    <w:rsid w:val="00D0191D"/>
    <w:rsid w:val="00D01EBD"/>
    <w:rsid w:val="00D069BD"/>
    <w:rsid w:val="00D100B5"/>
    <w:rsid w:val="00D10C71"/>
    <w:rsid w:val="00D10DA3"/>
    <w:rsid w:val="00D11BE2"/>
    <w:rsid w:val="00D146AE"/>
    <w:rsid w:val="00D17F44"/>
    <w:rsid w:val="00D2053E"/>
    <w:rsid w:val="00D21C72"/>
    <w:rsid w:val="00D21FA0"/>
    <w:rsid w:val="00D253DD"/>
    <w:rsid w:val="00D276D6"/>
    <w:rsid w:val="00D277B5"/>
    <w:rsid w:val="00D27894"/>
    <w:rsid w:val="00D304EC"/>
    <w:rsid w:val="00D42DE9"/>
    <w:rsid w:val="00D44897"/>
    <w:rsid w:val="00D452F6"/>
    <w:rsid w:val="00D5339A"/>
    <w:rsid w:val="00D604B5"/>
    <w:rsid w:val="00D61047"/>
    <w:rsid w:val="00D61481"/>
    <w:rsid w:val="00D622DC"/>
    <w:rsid w:val="00D636A6"/>
    <w:rsid w:val="00D64852"/>
    <w:rsid w:val="00D65066"/>
    <w:rsid w:val="00D760B3"/>
    <w:rsid w:val="00D7622E"/>
    <w:rsid w:val="00D76C61"/>
    <w:rsid w:val="00D7757C"/>
    <w:rsid w:val="00D85DF3"/>
    <w:rsid w:val="00D924A5"/>
    <w:rsid w:val="00D930FF"/>
    <w:rsid w:val="00D93217"/>
    <w:rsid w:val="00DA03F2"/>
    <w:rsid w:val="00DA4543"/>
    <w:rsid w:val="00DA65EA"/>
    <w:rsid w:val="00DB1F90"/>
    <w:rsid w:val="00DC0411"/>
    <w:rsid w:val="00DC061C"/>
    <w:rsid w:val="00DC0D5C"/>
    <w:rsid w:val="00DD05FD"/>
    <w:rsid w:val="00DD14CF"/>
    <w:rsid w:val="00DD25AF"/>
    <w:rsid w:val="00DD2C74"/>
    <w:rsid w:val="00DD5C95"/>
    <w:rsid w:val="00DD652E"/>
    <w:rsid w:val="00DD6F27"/>
    <w:rsid w:val="00DD7640"/>
    <w:rsid w:val="00DE0904"/>
    <w:rsid w:val="00DE0E71"/>
    <w:rsid w:val="00DE283D"/>
    <w:rsid w:val="00DE435A"/>
    <w:rsid w:val="00DF5E67"/>
    <w:rsid w:val="00DF6AE8"/>
    <w:rsid w:val="00DF6BCA"/>
    <w:rsid w:val="00DF79CE"/>
    <w:rsid w:val="00E00706"/>
    <w:rsid w:val="00E0439E"/>
    <w:rsid w:val="00E050C1"/>
    <w:rsid w:val="00E0725F"/>
    <w:rsid w:val="00E10B25"/>
    <w:rsid w:val="00E136C8"/>
    <w:rsid w:val="00E20F2D"/>
    <w:rsid w:val="00E2272E"/>
    <w:rsid w:val="00E22DC6"/>
    <w:rsid w:val="00E23511"/>
    <w:rsid w:val="00E25324"/>
    <w:rsid w:val="00E2582E"/>
    <w:rsid w:val="00E30028"/>
    <w:rsid w:val="00E3163E"/>
    <w:rsid w:val="00E3393E"/>
    <w:rsid w:val="00E33964"/>
    <w:rsid w:val="00E36DE1"/>
    <w:rsid w:val="00E37814"/>
    <w:rsid w:val="00E37DFA"/>
    <w:rsid w:val="00E4117C"/>
    <w:rsid w:val="00E41FEC"/>
    <w:rsid w:val="00E43A7F"/>
    <w:rsid w:val="00E478EB"/>
    <w:rsid w:val="00E5103E"/>
    <w:rsid w:val="00E528CA"/>
    <w:rsid w:val="00E54615"/>
    <w:rsid w:val="00E63045"/>
    <w:rsid w:val="00E63B4C"/>
    <w:rsid w:val="00E65C20"/>
    <w:rsid w:val="00E72FC3"/>
    <w:rsid w:val="00E81728"/>
    <w:rsid w:val="00E84EBC"/>
    <w:rsid w:val="00E85AEA"/>
    <w:rsid w:val="00E85B8F"/>
    <w:rsid w:val="00E878FA"/>
    <w:rsid w:val="00E971BC"/>
    <w:rsid w:val="00EA0C65"/>
    <w:rsid w:val="00EA7E51"/>
    <w:rsid w:val="00EB0386"/>
    <w:rsid w:val="00EB048B"/>
    <w:rsid w:val="00EB57BF"/>
    <w:rsid w:val="00EB59EE"/>
    <w:rsid w:val="00EC1800"/>
    <w:rsid w:val="00ED1FC5"/>
    <w:rsid w:val="00ED2171"/>
    <w:rsid w:val="00ED338A"/>
    <w:rsid w:val="00ED4309"/>
    <w:rsid w:val="00EF3628"/>
    <w:rsid w:val="00EF3A60"/>
    <w:rsid w:val="00EF439D"/>
    <w:rsid w:val="00EF5B7D"/>
    <w:rsid w:val="00F05505"/>
    <w:rsid w:val="00F104F3"/>
    <w:rsid w:val="00F145D3"/>
    <w:rsid w:val="00F219DA"/>
    <w:rsid w:val="00F318B1"/>
    <w:rsid w:val="00F33AE6"/>
    <w:rsid w:val="00F366CE"/>
    <w:rsid w:val="00F41D3D"/>
    <w:rsid w:val="00F52364"/>
    <w:rsid w:val="00F54133"/>
    <w:rsid w:val="00F55127"/>
    <w:rsid w:val="00F56869"/>
    <w:rsid w:val="00F704AE"/>
    <w:rsid w:val="00F7190A"/>
    <w:rsid w:val="00F73F06"/>
    <w:rsid w:val="00F74FD1"/>
    <w:rsid w:val="00F752A0"/>
    <w:rsid w:val="00F77501"/>
    <w:rsid w:val="00F8038D"/>
    <w:rsid w:val="00F8169D"/>
    <w:rsid w:val="00F83E84"/>
    <w:rsid w:val="00F87D4B"/>
    <w:rsid w:val="00F9122D"/>
    <w:rsid w:val="00F92FF0"/>
    <w:rsid w:val="00FA4131"/>
    <w:rsid w:val="00FA5E1F"/>
    <w:rsid w:val="00FA77A6"/>
    <w:rsid w:val="00FB3747"/>
    <w:rsid w:val="00FB4AE8"/>
    <w:rsid w:val="00FC1B86"/>
    <w:rsid w:val="00FD0135"/>
    <w:rsid w:val="00FE29DA"/>
    <w:rsid w:val="00FE34EC"/>
    <w:rsid w:val="00FE4246"/>
    <w:rsid w:val="00FF08E5"/>
    <w:rsid w:val="00FF1EB8"/>
    <w:rsid w:val="00FF2D1C"/>
    <w:rsid w:val="00FF5325"/>
    <w:rsid w:val="00FF6467"/>
    <w:rsid w:val="00FF694B"/>
    <w:rsid w:val="00FF7545"/>
    <w:rsid w:val="6C7D6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3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43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43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74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47434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434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743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郑树芳</dc:creator>
  <cp:lastModifiedBy>谭秋锦</cp:lastModifiedBy>
  <cp:revision>20</cp:revision>
  <dcterms:created xsi:type="dcterms:W3CDTF">2019-02-18T09:43:00Z</dcterms:created>
  <dcterms:modified xsi:type="dcterms:W3CDTF">2021-12-14T09:03:00Z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